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6594A9F2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BFCDF0F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F05F925" w14:textId="6CD52973"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  <w:r w:rsidR="00DD6A44">
              <w:rPr>
                <w:rFonts w:ascii="Times New Roman" w:hAnsi="Times New Roman"/>
              </w:rPr>
              <w:t>:</w:t>
            </w:r>
          </w:p>
          <w:p w14:paraId="3333F136" w14:textId="4BBF9DB2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</w:t>
            </w:r>
            <w:r w:rsidR="00DD6A44">
              <w:rPr>
                <w:rFonts w:ascii="Times New Roman" w:hAnsi="Times New Roman"/>
                <w:sz w:val="24"/>
              </w:rPr>
              <w:t>А.В. Нелюбов</w:t>
            </w:r>
          </w:p>
          <w:p w14:paraId="6AB96641" w14:textId="4BCF32F1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036D98">
              <w:rPr>
                <w:rFonts w:ascii="Times New Roman" w:hAnsi="Times New Roman"/>
                <w:sz w:val="24"/>
              </w:rPr>
              <w:t>22</w:t>
            </w:r>
            <w:r w:rsidRPr="00185594">
              <w:rPr>
                <w:rFonts w:ascii="Times New Roman" w:hAnsi="Times New Roman"/>
                <w:sz w:val="24"/>
              </w:rPr>
              <w:t xml:space="preserve">» </w:t>
            </w:r>
            <w:r w:rsidR="008D450F">
              <w:rPr>
                <w:rFonts w:ascii="Times New Roman" w:hAnsi="Times New Roman"/>
                <w:sz w:val="24"/>
              </w:rPr>
              <w:t>ию</w:t>
            </w:r>
            <w:r w:rsidR="00896F85">
              <w:rPr>
                <w:rFonts w:ascii="Times New Roman" w:hAnsi="Times New Roman"/>
                <w:sz w:val="24"/>
              </w:rPr>
              <w:t>л</w:t>
            </w:r>
            <w:r w:rsidR="008D450F">
              <w:rPr>
                <w:rFonts w:ascii="Times New Roman" w:hAnsi="Times New Roman"/>
                <w:sz w:val="24"/>
              </w:rPr>
              <w:t>я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407499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13489D0E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63BDEA64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249FFC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7D5E309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373888B" w14:textId="0C6484BF" w:rsidR="00893E29" w:rsidRPr="0017468D" w:rsidRDefault="00C425A5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32413710335</w:t>
            </w:r>
          </w:p>
        </w:tc>
      </w:tr>
      <w:tr w:rsidR="00893E29" w:rsidRPr="005A2A1C" w14:paraId="033D6E1F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1BE679D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DD1361" w14:textId="20E7A0A1" w:rsidR="00893E29" w:rsidRPr="0017468D" w:rsidRDefault="008D450F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D450F">
              <w:rPr>
                <w:rFonts w:cs="Times New Roman"/>
                <w:sz w:val="22"/>
                <w:szCs w:val="22"/>
              </w:rPr>
              <w:t>ООО «Байкальская энергетическая компания»</w:t>
            </w:r>
          </w:p>
        </w:tc>
      </w:tr>
      <w:tr w:rsidR="00893E29" w:rsidRPr="005A2A1C" w14:paraId="791E168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6B654B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DD6FFC" w14:textId="066697D1" w:rsidR="00893E29" w:rsidRPr="00896F85" w:rsidRDefault="006770D5" w:rsidP="000C6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</w:rPr>
            </w:pPr>
            <w:r w:rsidRPr="00896F85">
              <w:rPr>
                <w:sz w:val="22"/>
              </w:rPr>
              <w:t>Оказание услуг  по очистке дренажной канавы от зольных наносов в ПК 78-30 ТЭЦ-9</w:t>
            </w:r>
          </w:p>
        </w:tc>
      </w:tr>
    </w:tbl>
    <w:p w14:paraId="1252F5D0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F70053C" w14:textId="5B566E7B" w:rsidR="00771F61" w:rsidRDefault="00F35796" w:rsidP="00C42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1DD953F4" w14:textId="77777777" w:rsidR="00C425A5" w:rsidRPr="005A2A1C" w:rsidRDefault="00C425A5" w:rsidP="00C425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858C4F" w14:textId="767D1201" w:rsidR="008F4874" w:rsidRPr="005A2A1C" w:rsidRDefault="00C425A5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 xml:space="preserve">Документация о закупке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1"/>
        <w:gridCol w:w="4622"/>
      </w:tblGrid>
      <w:tr w:rsidR="00C425A5" w:rsidRPr="00A420CC" w14:paraId="3F15F6F9" w14:textId="77777777" w:rsidTr="0072406C">
        <w:trPr>
          <w:trHeight w:val="425"/>
        </w:trPr>
        <w:tc>
          <w:tcPr>
            <w:tcW w:w="4621" w:type="dxa"/>
            <w:vAlign w:val="center"/>
          </w:tcPr>
          <w:p w14:paraId="14FC2762" w14:textId="77777777" w:rsidR="00C425A5" w:rsidRPr="00C425A5" w:rsidRDefault="00C425A5" w:rsidP="0072406C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22" w:type="dxa"/>
            <w:vAlign w:val="center"/>
          </w:tcPr>
          <w:p w14:paraId="287F84CA" w14:textId="77777777" w:rsidR="00C425A5" w:rsidRPr="00C425A5" w:rsidRDefault="00C425A5" w:rsidP="0072406C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425A5" w:rsidRPr="00A420CC" w14:paraId="79390744" w14:textId="77777777" w:rsidTr="0072406C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422" w14:textId="4DEC9C1D" w:rsidR="00C425A5" w:rsidRPr="00C425A5" w:rsidRDefault="00C425A5" w:rsidP="0072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132338050"/>
                <w:placeholder>
                  <w:docPart w:val="54A7C8972D354AD8A4CECA63BA08C300"/>
                </w:placeholder>
                <w15:color w:val="FFFF00"/>
                <w:date w:fullDate="2024-07-22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36D98">
                  <w:rPr>
                    <w:rFonts w:ascii="Times New Roman" w:hAnsi="Times New Roman" w:cs="Times New Roman"/>
                    <w:sz w:val="24"/>
                    <w:szCs w:val="24"/>
                  </w:rPr>
                  <w:t>22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.2024 13:00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C8D9" w14:textId="404E53D2" w:rsidR="00C425A5" w:rsidRPr="00C425A5" w:rsidRDefault="00C425A5" w:rsidP="00724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1080872423"/>
                <w:placeholder>
                  <w:docPart w:val="9BE7F48069DF44E58B973F90CA57E705"/>
                </w:placeholder>
                <w15:color w:val="FFFF00"/>
                <w:date w:fullDate="2024-07-29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FD73C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  <w:r w:rsidR="00036D98"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.07.2024 13:00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 </w:t>
            </w:r>
          </w:p>
        </w:tc>
      </w:tr>
      <w:tr w:rsidR="00C425A5" w:rsidRPr="00A420CC" w14:paraId="6BACFE52" w14:textId="77777777" w:rsidTr="0072406C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C520" w14:textId="4626EB04" w:rsidR="00C425A5" w:rsidRPr="00C425A5" w:rsidRDefault="00C425A5" w:rsidP="0072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2.6. Дата и время рассмотрения первых частей заявок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рассмотрения первых частей заявок"/>
                <w:tag w:val="Дата и время рассмотрения первых частей заявок"/>
                <w:id w:val="1992055266"/>
                <w:placeholder>
                  <w:docPart w:val="2955F6D9758146A3A6BA9EB30CF0B183"/>
                </w:placeholder>
                <w15:color w:val="FFFF00"/>
                <w:date w:fullDate="2024-07-23T23:59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36D98">
                  <w:rPr>
                    <w:rFonts w:ascii="Times New Roman" w:hAnsi="Times New Roman" w:cs="Times New Roman"/>
                    <w:sz w:val="24"/>
                    <w:szCs w:val="24"/>
                  </w:rPr>
                  <w:t>23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.2024 23:59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1532" w14:textId="3C0B7277" w:rsidR="00C425A5" w:rsidRPr="00C425A5" w:rsidRDefault="00C425A5" w:rsidP="00724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2.6. Дата и время рассмотрения первых частей заявок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рассмотрения первых частей заявок"/>
                <w:tag w:val="Дата и время рассмотрения первых частей заявок"/>
                <w:id w:val="1775353095"/>
                <w:placeholder>
                  <w:docPart w:val="D178C6F7887F4073A5A8EFCF3A84AD56"/>
                </w:placeholder>
                <w15:color w:val="FFFF00"/>
                <w:date w:fullDate="2024-07-30T23:59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57557">
                  <w:rPr>
                    <w:rFonts w:ascii="Times New Roman" w:hAnsi="Times New Roman" w:cs="Times New Roman"/>
                    <w:sz w:val="24"/>
                    <w:szCs w:val="24"/>
                  </w:rPr>
                  <w:t>30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.07.2024 23:59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  <w:tr w:rsidR="00C425A5" w:rsidRPr="00A420CC" w14:paraId="4516FEE3" w14:textId="77777777" w:rsidTr="0072406C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83DA" w14:textId="64527245" w:rsidR="00C425A5" w:rsidRPr="00C425A5" w:rsidRDefault="00C425A5" w:rsidP="0072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2.7. Дата приема дополнительных ценовых предложений (проведения переторжки)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переторжки"/>
                <w:tag w:val="Дата переторжки"/>
                <w:id w:val="-1954163499"/>
                <w:placeholder>
                  <w:docPart w:val="DFBDA6ACCB9E45BAB6C95E2E2AFCD9AD"/>
                </w:placeholder>
                <w15:color w:val="FFFF00"/>
                <w:date w:fullDate="2024-07-25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36D98">
                  <w:rPr>
                    <w:rFonts w:ascii="Times New Roman" w:hAnsi="Times New Roman" w:cs="Times New Roman"/>
                    <w:sz w:val="24"/>
                    <w:szCs w:val="24"/>
                  </w:rPr>
                  <w:t>25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2C7849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.2024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>, с 13.00 до 16.00.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29F8" w14:textId="0807CDEB" w:rsidR="00C425A5" w:rsidRPr="00C425A5" w:rsidRDefault="00C425A5" w:rsidP="00724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2.7. Дата приема дополнительных ценовых предложений (проведения переторжки)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переторжки"/>
                <w:tag w:val="Дата переторжки"/>
                <w:id w:val="1481508975"/>
                <w:placeholder>
                  <w:docPart w:val="7FCEDC7182C94C218C05F87CB9905DBE"/>
                </w:placeholder>
                <w15:color w:val="FFFF00"/>
                <w:date w:fullDate="2024-08-01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57557">
                  <w:rPr>
                    <w:rFonts w:ascii="Times New Roman" w:hAnsi="Times New Roman" w:cs="Times New Roman"/>
                    <w:sz w:val="24"/>
                    <w:szCs w:val="24"/>
                  </w:rPr>
                  <w:t>01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E57557">
                  <w:rPr>
                    <w:rFonts w:ascii="Times New Roman" w:hAnsi="Times New Roman" w:cs="Times New Roman"/>
                    <w:sz w:val="24"/>
                    <w:szCs w:val="24"/>
                  </w:rPr>
                  <w:t>8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.2024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>, в 13.00 до 16.00</w:t>
            </w:r>
          </w:p>
        </w:tc>
      </w:tr>
      <w:tr w:rsidR="00C425A5" w:rsidRPr="00A420CC" w14:paraId="0CEF4BAF" w14:textId="77777777" w:rsidTr="0072406C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249B" w14:textId="18789BBA" w:rsidR="00C425A5" w:rsidRPr="00C425A5" w:rsidRDefault="00C425A5" w:rsidP="0072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2.8. Дата и время рассмотрения вторых частей заявок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рассмотрения первых частей заявок"/>
                <w:tag w:val="Дата и время рассмотрения первых частей заявок"/>
                <w:id w:val="1519272641"/>
                <w:placeholder>
                  <w:docPart w:val="1000790BB6DE46F2A1221E0A97CE4BA0"/>
                </w:placeholder>
                <w15:color w:val="FFFF00"/>
                <w:date w:fullDate="2024-07-29T23:59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4413D0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  <w:r w:rsidR="00036D98"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.2024 23:59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157E" w14:textId="5D5C8D89" w:rsidR="00C425A5" w:rsidRPr="00C425A5" w:rsidRDefault="00C425A5" w:rsidP="00724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2.8. Дата и время рассмотрения вторых частей заявок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рассмотрения первых частей заявок"/>
                <w:tag w:val="Дата и время рассмотрения первых частей заявок"/>
                <w:id w:val="1857148497"/>
                <w:placeholder>
                  <w:docPart w:val="60A921CEBE7D49DA8B95249A995F6A6D"/>
                </w:placeholder>
                <w15:color w:val="FFFF00"/>
                <w:date w:fullDate="2024-08-05T23:59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57557">
                  <w:rPr>
                    <w:rFonts w:ascii="Times New Roman" w:hAnsi="Times New Roman" w:cs="Times New Roman"/>
                    <w:sz w:val="24"/>
                    <w:szCs w:val="24"/>
                  </w:rPr>
                  <w:t>05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E57557">
                  <w:rPr>
                    <w:rFonts w:ascii="Times New Roman" w:hAnsi="Times New Roman" w:cs="Times New Roman"/>
                    <w:sz w:val="24"/>
                    <w:szCs w:val="24"/>
                  </w:rPr>
                  <w:t>8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.2024 23:59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  <w:tr w:rsidR="00C425A5" w:rsidRPr="00A420CC" w14:paraId="5F3CE4D7" w14:textId="77777777" w:rsidTr="0072406C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21EF" w14:textId="1D1CE28D" w:rsidR="00C425A5" w:rsidRPr="00C425A5" w:rsidRDefault="00C425A5" w:rsidP="0072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2.9. Дата и время подведения итогов-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1129511108"/>
                <w:placeholder>
                  <w:docPart w:val="5CEC0263A85F4CB686295170367F0C62"/>
                </w:placeholder>
                <w15:color w:val="FFFF00"/>
                <w:date w:fullDate="2024-07-30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36D98">
                  <w:rPr>
                    <w:rFonts w:ascii="Times New Roman" w:hAnsi="Times New Roman" w:cs="Times New Roman"/>
                    <w:sz w:val="24"/>
                    <w:szCs w:val="24"/>
                  </w:rPr>
                  <w:t>30.07.2024 16:00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B1DB" w14:textId="4135323C" w:rsidR="00C425A5" w:rsidRPr="00C425A5" w:rsidRDefault="00C425A5" w:rsidP="00724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2.9. Дата и время подведения итогов-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-985698005"/>
                <w:placeholder>
                  <w:docPart w:val="1ED7D66A5BFC462FB4F3AA5636422648"/>
                </w:placeholder>
                <w15:color w:val="FFFF00"/>
                <w:date w:fullDate="2024-08-06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57557">
                  <w:rPr>
                    <w:rFonts w:ascii="Times New Roman" w:hAnsi="Times New Roman" w:cs="Times New Roman"/>
                    <w:sz w:val="24"/>
                    <w:szCs w:val="24"/>
                  </w:rPr>
                  <w:t>06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E57557">
                  <w:rPr>
                    <w:rFonts w:ascii="Times New Roman" w:hAnsi="Times New Roman" w:cs="Times New Roman"/>
                    <w:sz w:val="24"/>
                    <w:szCs w:val="24"/>
                  </w:rPr>
                  <w:t>8</w:t>
                </w:r>
                <w:r w:rsidRPr="00C425A5">
                  <w:rPr>
                    <w:rFonts w:ascii="Times New Roman" w:hAnsi="Times New Roman" w:cs="Times New Roman"/>
                    <w:sz w:val="24"/>
                    <w:szCs w:val="24"/>
                  </w:rPr>
                  <w:t>.2024 16:00</w:t>
                </w:r>
              </w:sdtContent>
            </w:sdt>
            <w:r w:rsidRPr="00C425A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</w:tbl>
    <w:p w14:paraId="5964B7C5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p w14:paraId="5939F3DF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036D98"/>
    <w:rsid w:val="000C6298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C7849"/>
    <w:rsid w:val="002F2809"/>
    <w:rsid w:val="00300E71"/>
    <w:rsid w:val="003346A7"/>
    <w:rsid w:val="0038784D"/>
    <w:rsid w:val="003A734D"/>
    <w:rsid w:val="003B6CDC"/>
    <w:rsid w:val="003E2F33"/>
    <w:rsid w:val="003F4C49"/>
    <w:rsid w:val="00407499"/>
    <w:rsid w:val="004413D0"/>
    <w:rsid w:val="00453026"/>
    <w:rsid w:val="004A04EF"/>
    <w:rsid w:val="004E5054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5F539D"/>
    <w:rsid w:val="00601905"/>
    <w:rsid w:val="006770D5"/>
    <w:rsid w:val="006D629A"/>
    <w:rsid w:val="006E2721"/>
    <w:rsid w:val="00703CFA"/>
    <w:rsid w:val="00771F61"/>
    <w:rsid w:val="007A4636"/>
    <w:rsid w:val="00893E29"/>
    <w:rsid w:val="00896F85"/>
    <w:rsid w:val="008B79E7"/>
    <w:rsid w:val="008D450F"/>
    <w:rsid w:val="008F4874"/>
    <w:rsid w:val="00903519"/>
    <w:rsid w:val="00926036"/>
    <w:rsid w:val="00951B7F"/>
    <w:rsid w:val="00981536"/>
    <w:rsid w:val="009C2DB8"/>
    <w:rsid w:val="009F0792"/>
    <w:rsid w:val="00A36BD8"/>
    <w:rsid w:val="00A56256"/>
    <w:rsid w:val="00A7668B"/>
    <w:rsid w:val="00AD08A5"/>
    <w:rsid w:val="00B01A08"/>
    <w:rsid w:val="00B02E32"/>
    <w:rsid w:val="00B03005"/>
    <w:rsid w:val="00B2646D"/>
    <w:rsid w:val="00B42354"/>
    <w:rsid w:val="00B95FC3"/>
    <w:rsid w:val="00C176DB"/>
    <w:rsid w:val="00C425A5"/>
    <w:rsid w:val="00CB0713"/>
    <w:rsid w:val="00CB1CDD"/>
    <w:rsid w:val="00CB2FD7"/>
    <w:rsid w:val="00D65A9A"/>
    <w:rsid w:val="00D93D63"/>
    <w:rsid w:val="00D97E9A"/>
    <w:rsid w:val="00DD6A44"/>
    <w:rsid w:val="00E57557"/>
    <w:rsid w:val="00E9558E"/>
    <w:rsid w:val="00F33C26"/>
    <w:rsid w:val="00F35796"/>
    <w:rsid w:val="00F747CC"/>
    <w:rsid w:val="00FD73C0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FF0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4A7C8972D354AD8A4CECA63BA08C3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73E6BE-63F1-4FD0-BD37-9DC41BEF184F}"/>
      </w:docPartPr>
      <w:docPartBody>
        <w:p w:rsidR="00195CE0" w:rsidRDefault="0075592B" w:rsidP="0075592B">
          <w:pPr>
            <w:pStyle w:val="54A7C8972D354AD8A4CECA63BA08C300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9BE7F48069DF44E58B973F90CA57E7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2E016D-5413-41C1-9932-4EFA322F3F97}"/>
      </w:docPartPr>
      <w:docPartBody>
        <w:p w:rsidR="00195CE0" w:rsidRDefault="0075592B" w:rsidP="0075592B">
          <w:pPr>
            <w:pStyle w:val="9BE7F48069DF44E58B973F90CA57E705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2955F6D9758146A3A6BA9EB30CF0B1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69BE17-4411-4974-9354-2FD2CEC1969F}"/>
      </w:docPartPr>
      <w:docPartBody>
        <w:p w:rsidR="00195CE0" w:rsidRDefault="0075592B" w:rsidP="0075592B">
          <w:pPr>
            <w:pStyle w:val="2955F6D9758146A3A6BA9EB30CF0B183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D178C6F7887F4073A5A8EFCF3A84AD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718E1A-110B-4198-90E1-446426145C89}"/>
      </w:docPartPr>
      <w:docPartBody>
        <w:p w:rsidR="00195CE0" w:rsidRDefault="0075592B" w:rsidP="0075592B">
          <w:pPr>
            <w:pStyle w:val="D178C6F7887F4073A5A8EFCF3A84AD56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DFBDA6ACCB9E45BAB6C95E2E2AFCD9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7C46D3-19C2-4DC2-AFAC-B83DD02E7989}"/>
      </w:docPartPr>
      <w:docPartBody>
        <w:p w:rsidR="00195CE0" w:rsidRDefault="0075592B" w:rsidP="0075592B">
          <w:pPr>
            <w:pStyle w:val="DFBDA6ACCB9E45BAB6C95E2E2AFCD9AD"/>
          </w:pPr>
          <w:r w:rsidRPr="00680AC0">
            <w:rPr>
              <w:rStyle w:val="a3"/>
            </w:rPr>
            <w:t>Выберите элемент.</w:t>
          </w:r>
        </w:p>
      </w:docPartBody>
    </w:docPart>
    <w:docPart>
      <w:docPartPr>
        <w:name w:val="7FCEDC7182C94C218C05F87CB9905D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B3EF5B-C403-40FE-AEE9-EA9B961C9811}"/>
      </w:docPartPr>
      <w:docPartBody>
        <w:p w:rsidR="00195CE0" w:rsidRDefault="0075592B" w:rsidP="0075592B">
          <w:pPr>
            <w:pStyle w:val="7FCEDC7182C94C218C05F87CB9905DBE"/>
          </w:pPr>
          <w:r w:rsidRPr="00680AC0">
            <w:rPr>
              <w:rStyle w:val="a3"/>
            </w:rPr>
            <w:t>Выберите элемент.</w:t>
          </w:r>
        </w:p>
      </w:docPartBody>
    </w:docPart>
    <w:docPart>
      <w:docPartPr>
        <w:name w:val="1000790BB6DE46F2A1221E0A97CE4B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6FF3AF-26AC-4C1D-A2F7-CC98C6B1B325}"/>
      </w:docPartPr>
      <w:docPartBody>
        <w:p w:rsidR="00195CE0" w:rsidRDefault="0075592B" w:rsidP="0075592B">
          <w:pPr>
            <w:pStyle w:val="1000790BB6DE46F2A1221E0A97CE4BA0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60A921CEBE7D49DA8B95249A995F6A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57DD35-B805-4474-B843-B844F09C7C75}"/>
      </w:docPartPr>
      <w:docPartBody>
        <w:p w:rsidR="00195CE0" w:rsidRDefault="0075592B" w:rsidP="0075592B">
          <w:pPr>
            <w:pStyle w:val="60A921CEBE7D49DA8B95249A995F6A6D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5CEC0263A85F4CB686295170367F0C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4B347B-7102-47EF-B250-3A3C6C6CE2FA}"/>
      </w:docPartPr>
      <w:docPartBody>
        <w:p w:rsidR="00195CE0" w:rsidRDefault="0075592B" w:rsidP="0075592B">
          <w:pPr>
            <w:pStyle w:val="5CEC0263A85F4CB686295170367F0C62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1ED7D66A5BFC462FB4F3AA56364226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1C7123-B1C4-458F-843A-EB547D8D12C1}"/>
      </w:docPartPr>
      <w:docPartBody>
        <w:p w:rsidR="00195CE0" w:rsidRDefault="0075592B" w:rsidP="0075592B">
          <w:pPr>
            <w:pStyle w:val="1ED7D66A5BFC462FB4F3AA5636422648"/>
          </w:pPr>
          <w:r w:rsidRPr="003748AC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2B"/>
    <w:rsid w:val="001118FF"/>
    <w:rsid w:val="00195CE0"/>
    <w:rsid w:val="002E6E61"/>
    <w:rsid w:val="00691C19"/>
    <w:rsid w:val="0075592B"/>
    <w:rsid w:val="009B4A37"/>
    <w:rsid w:val="00E023C7"/>
    <w:rsid w:val="00E5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5592B"/>
    <w:rPr>
      <w:color w:val="808080"/>
    </w:rPr>
  </w:style>
  <w:style w:type="paragraph" w:customStyle="1" w:styleId="54A7C8972D354AD8A4CECA63BA08C300">
    <w:name w:val="54A7C8972D354AD8A4CECA63BA08C300"/>
    <w:rsid w:val="0075592B"/>
  </w:style>
  <w:style w:type="paragraph" w:customStyle="1" w:styleId="9BE7F48069DF44E58B973F90CA57E705">
    <w:name w:val="9BE7F48069DF44E58B973F90CA57E705"/>
    <w:rsid w:val="0075592B"/>
  </w:style>
  <w:style w:type="paragraph" w:customStyle="1" w:styleId="2955F6D9758146A3A6BA9EB30CF0B183">
    <w:name w:val="2955F6D9758146A3A6BA9EB30CF0B183"/>
    <w:rsid w:val="0075592B"/>
  </w:style>
  <w:style w:type="paragraph" w:customStyle="1" w:styleId="D178C6F7887F4073A5A8EFCF3A84AD56">
    <w:name w:val="D178C6F7887F4073A5A8EFCF3A84AD56"/>
    <w:rsid w:val="0075592B"/>
  </w:style>
  <w:style w:type="paragraph" w:customStyle="1" w:styleId="DFBDA6ACCB9E45BAB6C95E2E2AFCD9AD">
    <w:name w:val="DFBDA6ACCB9E45BAB6C95E2E2AFCD9AD"/>
    <w:rsid w:val="0075592B"/>
  </w:style>
  <w:style w:type="paragraph" w:customStyle="1" w:styleId="7FCEDC7182C94C218C05F87CB9905DBE">
    <w:name w:val="7FCEDC7182C94C218C05F87CB9905DBE"/>
    <w:rsid w:val="0075592B"/>
  </w:style>
  <w:style w:type="paragraph" w:customStyle="1" w:styleId="1000790BB6DE46F2A1221E0A97CE4BA0">
    <w:name w:val="1000790BB6DE46F2A1221E0A97CE4BA0"/>
    <w:rsid w:val="0075592B"/>
  </w:style>
  <w:style w:type="paragraph" w:customStyle="1" w:styleId="60A921CEBE7D49DA8B95249A995F6A6D">
    <w:name w:val="60A921CEBE7D49DA8B95249A995F6A6D"/>
    <w:rsid w:val="0075592B"/>
  </w:style>
  <w:style w:type="paragraph" w:customStyle="1" w:styleId="5CEC0263A85F4CB686295170367F0C62">
    <w:name w:val="5CEC0263A85F4CB686295170367F0C62"/>
    <w:rsid w:val="0075592B"/>
  </w:style>
  <w:style w:type="paragraph" w:customStyle="1" w:styleId="1ED7D66A5BFC462FB4F3AA5636422648">
    <w:name w:val="1ED7D66A5BFC462FB4F3AA5636422648"/>
    <w:rsid w:val="007559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Sharymova Irina</cp:lastModifiedBy>
  <cp:revision>75</cp:revision>
  <cp:lastPrinted>2024-07-21T23:50:00Z</cp:lastPrinted>
  <dcterms:created xsi:type="dcterms:W3CDTF">2015-03-12T05:59:00Z</dcterms:created>
  <dcterms:modified xsi:type="dcterms:W3CDTF">2024-07-21T23:51:00Z</dcterms:modified>
</cp:coreProperties>
</file>